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F78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62EB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E35072" w14:textId="526F1FAB" w:rsidR="0085747A" w:rsidRPr="008F54B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42305">
        <w:rPr>
          <w:rFonts w:ascii="Corbel" w:hAnsi="Corbel"/>
          <w:i/>
          <w:smallCaps/>
          <w:sz w:val="24"/>
          <w:szCs w:val="24"/>
        </w:rPr>
        <w:t>2019-2022</w:t>
      </w:r>
    </w:p>
    <w:p w14:paraId="010F5672" w14:textId="10299285" w:rsidR="00445970" w:rsidRPr="00EA4832" w:rsidRDefault="00445970" w:rsidP="00BD08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942305">
        <w:rPr>
          <w:rFonts w:ascii="Corbel" w:hAnsi="Corbel"/>
          <w:sz w:val="20"/>
          <w:szCs w:val="20"/>
        </w:rPr>
        <w:t>1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942305">
        <w:rPr>
          <w:rFonts w:ascii="Corbel" w:hAnsi="Corbel"/>
          <w:sz w:val="20"/>
          <w:szCs w:val="20"/>
        </w:rPr>
        <w:t>2</w:t>
      </w:r>
    </w:p>
    <w:p w14:paraId="4473F7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BE5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9C7D76" w14:textId="77777777" w:rsidTr="41D8A4EC">
        <w:tc>
          <w:tcPr>
            <w:tcW w:w="2694" w:type="dxa"/>
            <w:vAlign w:val="center"/>
          </w:tcPr>
          <w:p w14:paraId="07BD8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5B10B4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652B5D4C" w14:textId="77777777" w:rsidTr="41D8A4EC">
        <w:tc>
          <w:tcPr>
            <w:tcW w:w="2694" w:type="dxa"/>
            <w:vAlign w:val="center"/>
          </w:tcPr>
          <w:p w14:paraId="0386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B7CC74" w14:textId="77777777" w:rsidR="0085747A" w:rsidRPr="009C54AE" w:rsidRDefault="00130D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0D1C">
              <w:rPr>
                <w:rFonts w:ascii="Corbel" w:hAnsi="Corbel"/>
                <w:b w:val="0"/>
                <w:sz w:val="24"/>
                <w:szCs w:val="24"/>
              </w:rPr>
              <w:t>E/I/GFiR/C-1.13b</w:t>
            </w:r>
          </w:p>
        </w:tc>
      </w:tr>
      <w:tr w:rsidR="0085747A" w:rsidRPr="009C54AE" w14:paraId="5ECD49E6" w14:textId="77777777" w:rsidTr="41D8A4EC">
        <w:tc>
          <w:tcPr>
            <w:tcW w:w="2694" w:type="dxa"/>
            <w:vAlign w:val="center"/>
          </w:tcPr>
          <w:p w14:paraId="4BA720A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9D4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B2DABA" w14:textId="77777777" w:rsidTr="41D8A4EC">
        <w:tc>
          <w:tcPr>
            <w:tcW w:w="2694" w:type="dxa"/>
            <w:vAlign w:val="center"/>
          </w:tcPr>
          <w:p w14:paraId="0498DA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0F4ABB" w14:textId="0FD50366" w:rsidR="008F54B7" w:rsidRPr="009C54AE" w:rsidRDefault="6796309D" w:rsidP="41D8A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8407FD" w14:textId="77777777" w:rsidTr="41D8A4EC">
        <w:tc>
          <w:tcPr>
            <w:tcW w:w="2694" w:type="dxa"/>
            <w:vAlign w:val="center"/>
          </w:tcPr>
          <w:p w14:paraId="087DCF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8F9CED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894C804" w14:textId="77777777" w:rsidTr="41D8A4EC">
        <w:tc>
          <w:tcPr>
            <w:tcW w:w="2694" w:type="dxa"/>
            <w:vAlign w:val="center"/>
          </w:tcPr>
          <w:p w14:paraId="0933513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FC928" w14:textId="0B3FA99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5F7CAB" w14:textId="77777777" w:rsidTr="41D8A4EC">
        <w:tc>
          <w:tcPr>
            <w:tcW w:w="2694" w:type="dxa"/>
            <w:vAlign w:val="center"/>
          </w:tcPr>
          <w:p w14:paraId="6ECA1C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A29C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7AEA81" w14:textId="77777777" w:rsidTr="41D8A4EC">
        <w:tc>
          <w:tcPr>
            <w:tcW w:w="2694" w:type="dxa"/>
            <w:vAlign w:val="center"/>
          </w:tcPr>
          <w:p w14:paraId="093E7E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82D9E" w14:textId="1E729DC4" w:rsidR="0085747A" w:rsidRPr="009C54AE" w:rsidRDefault="00B760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7E130B9" w14:textId="77777777" w:rsidTr="41D8A4EC">
        <w:tc>
          <w:tcPr>
            <w:tcW w:w="2694" w:type="dxa"/>
            <w:vAlign w:val="center"/>
          </w:tcPr>
          <w:p w14:paraId="748324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0D50CA" w14:textId="0CC38FB2" w:rsidR="0085747A" w:rsidRPr="009C54AE" w:rsidRDefault="00DD0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468F3C4" w14:textId="77777777" w:rsidTr="41D8A4EC">
        <w:tc>
          <w:tcPr>
            <w:tcW w:w="2694" w:type="dxa"/>
            <w:vAlign w:val="center"/>
          </w:tcPr>
          <w:p w14:paraId="0516EC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6FB7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96AF7E7" w14:textId="77777777" w:rsidTr="41D8A4EC">
        <w:tc>
          <w:tcPr>
            <w:tcW w:w="2694" w:type="dxa"/>
            <w:vAlign w:val="center"/>
          </w:tcPr>
          <w:p w14:paraId="295C9E9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DC2E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7B3504" w14:textId="77777777" w:rsidTr="41D8A4EC">
        <w:tc>
          <w:tcPr>
            <w:tcW w:w="2694" w:type="dxa"/>
            <w:vAlign w:val="center"/>
          </w:tcPr>
          <w:p w14:paraId="37B52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4833B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2A21D0DC" w14:textId="77777777" w:rsidTr="41D8A4EC">
        <w:tc>
          <w:tcPr>
            <w:tcW w:w="2694" w:type="dxa"/>
            <w:vAlign w:val="center"/>
          </w:tcPr>
          <w:p w14:paraId="50ADB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5ABEF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14:paraId="6E564403" w14:textId="2458F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1F0F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A0F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69DCD7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0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A982A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4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32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D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6CFAE3A4" w14:textId="77777777" w:rsidTr="00CE73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D7F" w14:textId="7516EBCD" w:rsidR="00CE7357" w:rsidRPr="009C54AE" w:rsidRDefault="008F54B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F5D" w14:textId="65E6FB7F" w:rsidR="00CE7357" w:rsidRPr="009C54AE" w:rsidRDefault="00B760E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1E89" w14:textId="00B74E69" w:rsidR="00CE7357" w:rsidRPr="009C54AE" w:rsidRDefault="00B760E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1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F335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458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7BB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333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570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28B0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C06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573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261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D2648" w14:textId="34EE5565" w:rsidR="00BD0876" w:rsidRDefault="00BD0876" w:rsidP="00BD087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D62827B" w14:textId="77777777" w:rsidR="00BD0876" w:rsidRDefault="00BD0876" w:rsidP="00BD087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11B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7A767" w14:textId="5688D8D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FDF742" w14:textId="77777777" w:rsidR="00CE7357" w:rsidRPr="001E3B48" w:rsidRDefault="00CE7357" w:rsidP="00CE735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6E0354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919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46C41" w14:textId="77777777" w:rsidTr="00745302">
        <w:tc>
          <w:tcPr>
            <w:tcW w:w="9670" w:type="dxa"/>
          </w:tcPr>
          <w:p w14:paraId="5353CD36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4BE9D9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971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B53CC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87C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ECB5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F6FB28" w14:textId="77777777" w:rsidTr="00923D7D">
        <w:tc>
          <w:tcPr>
            <w:tcW w:w="851" w:type="dxa"/>
            <w:vAlign w:val="center"/>
          </w:tcPr>
          <w:p w14:paraId="3EEB81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CF3A28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="0085747A" w:rsidRPr="009C54AE" w14:paraId="56739EC4" w14:textId="77777777" w:rsidTr="00923D7D">
        <w:tc>
          <w:tcPr>
            <w:tcW w:w="851" w:type="dxa"/>
            <w:vAlign w:val="center"/>
          </w:tcPr>
          <w:p w14:paraId="290DF34B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B3BD9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03468108" w14:textId="77777777" w:rsidTr="00923D7D">
        <w:tc>
          <w:tcPr>
            <w:tcW w:w="851" w:type="dxa"/>
            <w:vAlign w:val="center"/>
          </w:tcPr>
          <w:p w14:paraId="2C9EA21E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E155D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25DC145B" w14:textId="77777777" w:rsidTr="00923D7D">
        <w:tc>
          <w:tcPr>
            <w:tcW w:w="851" w:type="dxa"/>
            <w:vAlign w:val="center"/>
          </w:tcPr>
          <w:p w14:paraId="42D0C72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7411CF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0705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B4C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360E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F13720" w14:textId="77777777" w:rsidTr="5E05D67B">
        <w:tc>
          <w:tcPr>
            <w:tcW w:w="1681" w:type="dxa"/>
            <w:vAlign w:val="center"/>
          </w:tcPr>
          <w:p w14:paraId="67CF8A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0D8B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BC1E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E3316" w14:textId="77777777" w:rsidTr="5E05D67B">
        <w:tc>
          <w:tcPr>
            <w:tcW w:w="1681" w:type="dxa"/>
            <w:vAlign w:val="center"/>
          </w:tcPr>
          <w:p w14:paraId="51DC9885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4149D" w14:textId="77777777" w:rsidR="0085747A" w:rsidRPr="009C54AE" w:rsidRDefault="00F84446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14:paraId="61278CE5" w14:textId="77777777" w:rsidR="0085747A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4555206E" w14:textId="77777777" w:rsidR="009F654F" w:rsidRPr="00576544" w:rsidRDefault="009F654F" w:rsidP="009F654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14:paraId="6DCA03BC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78C01646" w14:textId="77777777" w:rsidTr="5E05D67B">
        <w:tc>
          <w:tcPr>
            <w:tcW w:w="1681" w:type="dxa"/>
            <w:vAlign w:val="center"/>
          </w:tcPr>
          <w:p w14:paraId="27FAD37F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C907664" w14:textId="77777777" w:rsidR="0085747A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1AD091" w14:textId="77777777" w:rsidR="0085747A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4B06424D" w14:textId="77777777" w:rsidTr="5E05D67B">
        <w:tc>
          <w:tcPr>
            <w:tcW w:w="1681" w:type="dxa"/>
            <w:vAlign w:val="center"/>
          </w:tcPr>
          <w:p w14:paraId="7C238632" w14:textId="77777777" w:rsidR="00E80C13" w:rsidRPr="009C54AE" w:rsidRDefault="00E80C13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E01549" w14:textId="77777777" w:rsidR="00E80C13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14:paraId="249D8BBB" w14:textId="77777777" w:rsidR="00E80C13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6705EDF" w14:textId="77777777" w:rsidTr="5E05D67B">
        <w:tc>
          <w:tcPr>
            <w:tcW w:w="1681" w:type="dxa"/>
            <w:vAlign w:val="center"/>
          </w:tcPr>
          <w:p w14:paraId="4A2A54BF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5501F5E2" w14:textId="1C6C5345" w:rsidR="00576544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="00961A40" w:rsidRPr="5E05D67B">
              <w:rPr>
                <w:rFonts w:ascii="Corbel" w:hAnsi="Corbel"/>
                <w:b w:val="0"/>
                <w:smallCaps w:val="0"/>
              </w:rPr>
              <w:t>międzynarodowym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="77A9AAF6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="05071E98" w:rsidRPr="5E05D67B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14:paraId="4742B86A" w14:textId="77777777" w:rsidR="00E80C13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65A9A820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8A3C9DD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7E83EEE2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6C9A2305" w14:textId="77777777" w:rsidTr="5E05D67B">
        <w:tc>
          <w:tcPr>
            <w:tcW w:w="1681" w:type="dxa"/>
            <w:vAlign w:val="center"/>
          </w:tcPr>
          <w:p w14:paraId="3FF453C6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B3EA6B4" w14:textId="77777777" w:rsidR="00E80C13" w:rsidRPr="002D15F2" w:rsidRDefault="002D15F2" w:rsidP="002D15F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D8DFDB7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5B4B2368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97F2172" w14:textId="77777777" w:rsidTr="5E05D67B">
        <w:tc>
          <w:tcPr>
            <w:tcW w:w="1681" w:type="dxa"/>
            <w:vAlign w:val="center"/>
          </w:tcPr>
          <w:p w14:paraId="703E79A3" w14:textId="77777777" w:rsidR="00E80C13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CD681D" w14:textId="4298FE3C" w:rsidR="00E80C13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="1AD3ECBB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14:paraId="0E1FEACB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1D32F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6F5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803A32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454D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7AEA4" w14:textId="77777777" w:rsidTr="5E05D67B">
        <w:tc>
          <w:tcPr>
            <w:tcW w:w="9520" w:type="dxa"/>
          </w:tcPr>
          <w:p w14:paraId="1EB0AB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530332D2" w14:textId="77777777" w:rsidTr="5E05D67B">
        <w:tc>
          <w:tcPr>
            <w:tcW w:w="9520" w:type="dxa"/>
          </w:tcPr>
          <w:p w14:paraId="73B3C7C1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522D6E7" w14:textId="77777777" w:rsidTr="5E05D67B">
        <w:tc>
          <w:tcPr>
            <w:tcW w:w="9520" w:type="dxa"/>
          </w:tcPr>
          <w:p w14:paraId="3CC177EF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CACCFFA" w14:textId="77777777" w:rsidTr="5E05D67B">
        <w:tc>
          <w:tcPr>
            <w:tcW w:w="9520" w:type="dxa"/>
          </w:tcPr>
          <w:p w14:paraId="049B35E9" w14:textId="665C1913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="3400342D" w:rsidRPr="5E05D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14:paraId="516FE4E4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792FB76A" w14:textId="77777777" w:rsidTr="5E05D67B">
        <w:tc>
          <w:tcPr>
            <w:tcW w:w="9520" w:type="dxa"/>
          </w:tcPr>
          <w:p w14:paraId="1CB378CC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2C2DEED2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831EEE6" w14:textId="77777777" w:rsidTr="5E05D67B">
        <w:tc>
          <w:tcPr>
            <w:tcW w:w="9520" w:type="dxa"/>
          </w:tcPr>
          <w:p w14:paraId="369C6880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2961CE3E" w14:textId="5A4218C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="00752893" w:rsidRPr="009C54AE" w14:paraId="7F367F9E" w14:textId="77777777" w:rsidTr="5E05D67B">
        <w:tc>
          <w:tcPr>
            <w:tcW w:w="9520" w:type="dxa"/>
          </w:tcPr>
          <w:p w14:paraId="1EA6C73F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48DC683E" w14:textId="77777777" w:rsidTr="5E05D67B">
        <w:tc>
          <w:tcPr>
            <w:tcW w:w="9520" w:type="dxa"/>
          </w:tcPr>
          <w:p w14:paraId="68CAD864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4A97EC4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509D96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BA61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F4DA42" w14:textId="77777777" w:rsidTr="00961A40">
        <w:tc>
          <w:tcPr>
            <w:tcW w:w="9520" w:type="dxa"/>
          </w:tcPr>
          <w:p w14:paraId="252831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51F0ED2C" w14:textId="77777777" w:rsidTr="00961A40">
        <w:tc>
          <w:tcPr>
            <w:tcW w:w="9520" w:type="dxa"/>
          </w:tcPr>
          <w:p w14:paraId="7965D031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5DFCFD1D" w14:textId="77777777" w:rsidTr="00961A40">
        <w:tc>
          <w:tcPr>
            <w:tcW w:w="9520" w:type="dxa"/>
          </w:tcPr>
          <w:p w14:paraId="22C7971D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55542AF9" w14:textId="77777777" w:rsidTr="00961A40">
        <w:tc>
          <w:tcPr>
            <w:tcW w:w="9520" w:type="dxa"/>
          </w:tcPr>
          <w:p w14:paraId="4D87299C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69F74B00" w14:textId="77777777" w:rsidTr="00961A40">
        <w:tc>
          <w:tcPr>
            <w:tcW w:w="9520" w:type="dxa"/>
          </w:tcPr>
          <w:p w14:paraId="1901827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12B0751B" w14:textId="77777777" w:rsidTr="00961A40">
        <w:tc>
          <w:tcPr>
            <w:tcW w:w="9520" w:type="dxa"/>
          </w:tcPr>
          <w:p w14:paraId="4F05202E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168951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63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6E8962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739974E0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125B460" w14:textId="77777777" w:rsidR="00E960BB" w:rsidRPr="00961A40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7E85C2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A3B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42CE4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F0B2A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21B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1A8A32" w14:textId="77777777" w:rsidTr="47736ACF">
        <w:tc>
          <w:tcPr>
            <w:tcW w:w="1962" w:type="dxa"/>
            <w:vAlign w:val="center"/>
          </w:tcPr>
          <w:p w14:paraId="1DE74E6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8AE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1983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3BF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096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14499610" w14:textId="77777777" w:rsidTr="47736ACF">
        <w:tc>
          <w:tcPr>
            <w:tcW w:w="1962" w:type="dxa"/>
            <w:vAlign w:val="center"/>
          </w:tcPr>
          <w:p w14:paraId="5A3444F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2246259A" w14:textId="15086FC8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1BCDF986" w:rsidRPr="47736ACF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="562BCF4D" w:rsidRPr="47736ACF">
              <w:rPr>
                <w:rFonts w:ascii="Corbel" w:hAnsi="Corbel"/>
                <w:b w:val="0"/>
                <w:smallCaps w:val="0"/>
              </w:rPr>
              <w:t>/</w:t>
            </w:r>
            <w:r w:rsidR="3A425314" w:rsidRPr="47736ACF">
              <w:rPr>
                <w:rFonts w:ascii="Corbel" w:hAnsi="Corbel"/>
                <w:b w:val="0"/>
                <w:smallCaps w:val="0"/>
              </w:rPr>
              <w:t>refer</w:t>
            </w:r>
            <w:r w:rsidR="3A425314" w:rsidRPr="47736ACF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="1952B585" w:rsidRPr="47736ACF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781D3A11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40A40EF" w14:textId="77777777" w:rsidTr="47736ACF">
        <w:tc>
          <w:tcPr>
            <w:tcW w:w="1962" w:type="dxa"/>
            <w:vAlign w:val="center"/>
          </w:tcPr>
          <w:p w14:paraId="660EAF43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669A2B" w14:textId="767E5933" w:rsidR="00961A40" w:rsidRPr="00961A40" w:rsidRDefault="34492036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73554F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0C6A93DF" w14:textId="77777777" w:rsidTr="47736ACF">
        <w:tc>
          <w:tcPr>
            <w:tcW w:w="1962" w:type="dxa"/>
            <w:vAlign w:val="center"/>
          </w:tcPr>
          <w:p w14:paraId="1869CE31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2E17FE93" w14:textId="4490F6BB" w:rsidR="00961A40" w:rsidRPr="00961A40" w:rsidRDefault="796B4561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="13B2616B" w:rsidRPr="47736ACF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98E1FE5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2DCBF464" w14:textId="77777777" w:rsidTr="47736ACF">
        <w:tc>
          <w:tcPr>
            <w:tcW w:w="1962" w:type="dxa"/>
            <w:vAlign w:val="center"/>
          </w:tcPr>
          <w:p w14:paraId="6FB7994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14:paraId="717FBBF0" w14:textId="1B63A56C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3D9DFAC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6163F7A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4C59D84E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47648A" w14:textId="77777777" w:rsidTr="47736ACF">
        <w:tc>
          <w:tcPr>
            <w:tcW w:w="1962" w:type="dxa"/>
            <w:vAlign w:val="center"/>
          </w:tcPr>
          <w:p w14:paraId="046B61D2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14:paraId="26945F53" w14:textId="3FB0258A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D003E1D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5D25A07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19C92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F10CFE0" w14:textId="77777777" w:rsidTr="47736ACF">
        <w:tc>
          <w:tcPr>
            <w:tcW w:w="1962" w:type="dxa"/>
            <w:vAlign w:val="center"/>
          </w:tcPr>
          <w:p w14:paraId="72E8EDE0" w14:textId="77777777" w:rsidR="00961A40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14:paraId="6CFAB238" w14:textId="15D81688" w:rsidR="00961A40" w:rsidRPr="00961A40" w:rsidRDefault="2A07858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893F452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13036E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3A74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DF460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DC0C3" w14:textId="77777777" w:rsidTr="5E05D67B">
        <w:tc>
          <w:tcPr>
            <w:tcW w:w="9670" w:type="dxa"/>
          </w:tcPr>
          <w:p w14:paraId="5A012F75" w14:textId="11132796" w:rsidR="0085747A" w:rsidRPr="009C54AE" w:rsidRDefault="7184F1C3" w:rsidP="5E05D67B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="32E8C1E4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14:paraId="35690C90" w14:textId="6CB35D30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BAFFFE2" w14:textId="453D17C7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="69720EFA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="5350315C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14:paraId="24B3B678" w14:textId="77D1EE4D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D052925" w14:textId="6FEBD443" w:rsidR="0085747A" w:rsidRPr="009C54AE" w:rsidRDefault="7184F1C3" w:rsidP="5E05D67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493DD0D5" w14:textId="5CB7F214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933E0E" w14:textId="3AE7AFA6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8BA25D8" w14:textId="1C4E1F3F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70AB620" w14:textId="6C780FE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1F43718A" w14:textId="2A10DFC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D78FAAC" w14:textId="26FAE3CE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63159ABA" w14:textId="1973A6BE" w:rsidR="0085747A" w:rsidRPr="009C54AE" w:rsidRDefault="100200A4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="672AA207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14:paraId="2C38E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78A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EBE6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A650185" w14:textId="77777777" w:rsidTr="5E05D67B">
        <w:tc>
          <w:tcPr>
            <w:tcW w:w="4962" w:type="dxa"/>
            <w:vAlign w:val="center"/>
          </w:tcPr>
          <w:p w14:paraId="0DF442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AB3D8B" w14:textId="1B39C1A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A3D638" w14:textId="77777777" w:rsidTr="5E05D67B">
        <w:tc>
          <w:tcPr>
            <w:tcW w:w="4962" w:type="dxa"/>
          </w:tcPr>
          <w:p w14:paraId="4FF827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E06BD94" w14:textId="5BB36B15" w:rsidR="0085747A" w:rsidRPr="009C54AE" w:rsidRDefault="00B760E7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0987DC1" w14:textId="77777777" w:rsidTr="5E05D67B">
        <w:tc>
          <w:tcPr>
            <w:tcW w:w="4962" w:type="dxa"/>
          </w:tcPr>
          <w:p w14:paraId="1F5DFB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82A8E" w14:textId="7DF9B5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6405764E" w14:textId="77777777" w:rsidR="00C61DC5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96B7B8" w14:textId="77777777" w:rsidTr="5E05D67B">
        <w:tc>
          <w:tcPr>
            <w:tcW w:w="4962" w:type="dxa"/>
          </w:tcPr>
          <w:p w14:paraId="3C31B1B8" w14:textId="081FEEBE" w:rsidR="00C61DC5" w:rsidRPr="009C54AE" w:rsidRDefault="00C61DC5" w:rsidP="004233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597BA6E0" w14:textId="7E81B3FB" w:rsidR="00425740" w:rsidRDefault="00B760E7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  <w:p w14:paraId="77BDC0B4" w14:textId="1A2D9B68" w:rsidR="00425740" w:rsidRPr="009C54AE" w:rsidRDefault="00425740" w:rsidP="5E05D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9C54AE" w14:paraId="157E9A49" w14:textId="77777777" w:rsidTr="5E05D67B">
        <w:tc>
          <w:tcPr>
            <w:tcW w:w="4962" w:type="dxa"/>
          </w:tcPr>
          <w:p w14:paraId="4212F1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BBEE5B1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45AD3EE" w14:textId="77777777" w:rsidTr="5E05D67B">
        <w:tc>
          <w:tcPr>
            <w:tcW w:w="4962" w:type="dxa"/>
          </w:tcPr>
          <w:p w14:paraId="34F194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2C96CAC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13C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F37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00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362D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BB8" w14:textId="77777777" w:rsidTr="00085D43">
        <w:trPr>
          <w:trHeight w:val="397"/>
        </w:trPr>
        <w:tc>
          <w:tcPr>
            <w:tcW w:w="2359" w:type="pct"/>
          </w:tcPr>
          <w:p w14:paraId="7C8C3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B0299CB" w14:textId="5AF2E866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E19CFE" w14:textId="77777777" w:rsidTr="00085D43">
        <w:trPr>
          <w:trHeight w:val="397"/>
        </w:trPr>
        <w:tc>
          <w:tcPr>
            <w:tcW w:w="2359" w:type="pct"/>
          </w:tcPr>
          <w:p w14:paraId="387833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A7FB1" w14:textId="33CA716A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081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6CC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8D01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9DB25B0" w14:textId="77777777" w:rsidTr="5E05D67B">
        <w:trPr>
          <w:trHeight w:val="397"/>
        </w:trPr>
        <w:tc>
          <w:tcPr>
            <w:tcW w:w="5000" w:type="pct"/>
          </w:tcPr>
          <w:p w14:paraId="61761977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ABBD7EE" w14:textId="1309547F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14:paraId="635775F0" w14:textId="2EBB4514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</w:p>
          <w:p w14:paraId="2D546609" w14:textId="3359F527" w:rsidR="00425740" w:rsidRPr="009C54AE" w:rsidRDefault="1C522BA8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="14E69C6D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="0085747A" w:rsidRPr="009C54AE" w14:paraId="4B12D1A7" w14:textId="77777777" w:rsidTr="5E05D67B">
        <w:trPr>
          <w:trHeight w:val="397"/>
        </w:trPr>
        <w:tc>
          <w:tcPr>
            <w:tcW w:w="5000" w:type="pct"/>
          </w:tcPr>
          <w:p w14:paraId="0741902E" w14:textId="77777777" w:rsidR="0085747A" w:rsidRPr="00425740" w:rsidRDefault="0085747A" w:rsidP="00BD0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944F3DF" w14:textId="750B879E" w:rsidR="00425740" w:rsidRPr="00BD0876" w:rsidRDefault="00425740" w:rsidP="00BD08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14:paraId="654CB6EF" w14:textId="0875995F" w:rsidR="00425740" w:rsidRPr="00425740" w:rsidRDefault="00425740" w:rsidP="00BD087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14:paraId="2C01E3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13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38F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4581E" w14:textId="77777777" w:rsidR="007B28BC" w:rsidRDefault="007B28BC" w:rsidP="00C16ABF">
      <w:pPr>
        <w:spacing w:after="0" w:line="240" w:lineRule="auto"/>
      </w:pPr>
      <w:r>
        <w:separator/>
      </w:r>
    </w:p>
  </w:endnote>
  <w:endnote w:type="continuationSeparator" w:id="0">
    <w:p w14:paraId="2C02A96A" w14:textId="77777777" w:rsidR="007B28BC" w:rsidRDefault="007B28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8CCF7" w14:textId="77777777" w:rsidR="007B28BC" w:rsidRDefault="007B28BC" w:rsidP="00C16ABF">
      <w:pPr>
        <w:spacing w:after="0" w:line="240" w:lineRule="auto"/>
      </w:pPr>
      <w:r>
        <w:separator/>
      </w:r>
    </w:p>
  </w:footnote>
  <w:footnote w:type="continuationSeparator" w:id="0">
    <w:p w14:paraId="2A13CC9C" w14:textId="77777777" w:rsidR="007B28BC" w:rsidRDefault="007B28BC" w:rsidP="00C16ABF">
      <w:pPr>
        <w:spacing w:after="0" w:line="240" w:lineRule="auto"/>
      </w:pPr>
      <w:r>
        <w:continuationSeparator/>
      </w:r>
    </w:p>
  </w:footnote>
  <w:footnote w:id="1">
    <w:p w14:paraId="00C89C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269"/>
    <w:rsid w:val="00042A51"/>
    <w:rsid w:val="00042D2E"/>
    <w:rsid w:val="00044C82"/>
    <w:rsid w:val="00070ED6"/>
    <w:rsid w:val="000742DC"/>
    <w:rsid w:val="00084C12"/>
    <w:rsid w:val="00085D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B28BC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16188"/>
    <w:rsid w:val="00923D7D"/>
    <w:rsid w:val="00942305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0E7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876"/>
  </w:style>
  <w:style w:type="character" w:customStyle="1" w:styleId="spellingerror">
    <w:name w:val="spellingerror"/>
    <w:basedOn w:val="Domylnaczcionkaakapitu"/>
    <w:rsid w:val="00BD0876"/>
  </w:style>
  <w:style w:type="character" w:customStyle="1" w:styleId="eop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E69E57-3288-49E3-B435-2C17BB746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BB0415-A520-47A2-B260-0AD264F12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1248</Words>
  <Characters>7491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2019-02-06T12:12:00Z</cp:lastPrinted>
  <dcterms:created xsi:type="dcterms:W3CDTF">2020-10-23T12:48:00Z</dcterms:created>
  <dcterms:modified xsi:type="dcterms:W3CDTF">2020-12-16T16:44:00Z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